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F0" w:rsidRPr="00CE0243" w:rsidRDefault="000421F0" w:rsidP="005B35CD">
      <w:pPr>
        <w:jc w:val="center"/>
        <w:rPr>
          <w:rFonts w:ascii="Segoe UI Light" w:hAnsi="Segoe UI Light" w:cs="Segoe UI Light"/>
          <w:sz w:val="36"/>
        </w:rPr>
      </w:pPr>
      <w:r w:rsidRPr="00AD60DA">
        <w:rPr>
          <w:rFonts w:ascii="Segoe UI Light" w:hAnsi="Segoe UI Light" w:cs="Segoe UI Light"/>
          <w:sz w:val="36"/>
        </w:rPr>
        <w:t>Set 10:  Revision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0421F0" w:rsidRPr="00CE2397" w:rsidTr="00CE2397">
        <w:tc>
          <w:tcPr>
            <w:tcW w:w="2694" w:type="dxa"/>
          </w:tcPr>
          <w:p w:rsidR="000421F0" w:rsidRPr="00CE2397" w:rsidRDefault="000421F0" w:rsidP="00CE2397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E2397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0421F0" w:rsidRPr="00CE2397" w:rsidRDefault="000421F0" w:rsidP="00CE2397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E2397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CE2397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CE2397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0421F0" w:rsidRPr="00CE2397" w:rsidRDefault="000421F0" w:rsidP="00CE2397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E2397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CE2397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CE2397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0421F0" w:rsidRPr="00CE2397" w:rsidRDefault="000421F0" w:rsidP="00CE2397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E2397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CE2397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CE2397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0421F0" w:rsidRPr="00CE2397" w:rsidTr="00CE2397">
        <w:tc>
          <w:tcPr>
            <w:tcW w:w="2694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E2397">
              <w:rPr>
                <w:rFonts w:ascii="Segoe UI Light" w:hAnsi="Segoe UI Light" w:cs="Segoe UI Light"/>
                <w:sz w:val="36"/>
                <w:szCs w:val="36"/>
              </w:rPr>
              <w:t>beginner</w:t>
            </w:r>
          </w:p>
        </w:tc>
        <w:tc>
          <w:tcPr>
            <w:tcW w:w="2703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421F0" w:rsidRPr="00CE2397" w:rsidTr="00CE2397">
        <w:tc>
          <w:tcPr>
            <w:tcW w:w="2694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E2397">
              <w:rPr>
                <w:rFonts w:ascii="Segoe UI Light" w:hAnsi="Segoe UI Light" w:cs="Segoe UI Light"/>
                <w:sz w:val="36"/>
                <w:szCs w:val="36"/>
              </w:rPr>
              <w:t>frightened</w:t>
            </w:r>
          </w:p>
        </w:tc>
        <w:tc>
          <w:tcPr>
            <w:tcW w:w="2703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421F0" w:rsidRPr="00CE2397" w:rsidTr="00CE2397">
        <w:tc>
          <w:tcPr>
            <w:tcW w:w="2694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E2397">
              <w:rPr>
                <w:rFonts w:ascii="Segoe UI Light" w:hAnsi="Segoe UI Light" w:cs="Segoe UI Light"/>
                <w:sz w:val="36"/>
                <w:szCs w:val="36"/>
              </w:rPr>
              <w:t>trouble</w:t>
            </w:r>
          </w:p>
        </w:tc>
        <w:tc>
          <w:tcPr>
            <w:tcW w:w="2703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421F0" w:rsidRPr="00CE2397" w:rsidTr="00CE2397">
        <w:tc>
          <w:tcPr>
            <w:tcW w:w="2694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E2397">
              <w:rPr>
                <w:rFonts w:ascii="Segoe UI Light" w:hAnsi="Segoe UI Light" w:cs="Segoe UI Light"/>
                <w:sz w:val="36"/>
                <w:szCs w:val="36"/>
              </w:rPr>
              <w:t>incomplete</w:t>
            </w:r>
          </w:p>
        </w:tc>
        <w:tc>
          <w:tcPr>
            <w:tcW w:w="2703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421F0" w:rsidRPr="00CE2397" w:rsidTr="00CE2397">
        <w:tc>
          <w:tcPr>
            <w:tcW w:w="2694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E2397">
              <w:rPr>
                <w:rFonts w:ascii="Segoe UI Light" w:hAnsi="Segoe UI Light" w:cs="Segoe UI Light"/>
                <w:sz w:val="36"/>
                <w:szCs w:val="36"/>
              </w:rPr>
              <w:t>misunderstand</w:t>
            </w:r>
          </w:p>
        </w:tc>
        <w:tc>
          <w:tcPr>
            <w:tcW w:w="2703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421F0" w:rsidRPr="00CE2397" w:rsidTr="00CE2397">
        <w:tc>
          <w:tcPr>
            <w:tcW w:w="2694" w:type="dxa"/>
          </w:tcPr>
          <w:p w:rsidR="000421F0" w:rsidRPr="00CE2397" w:rsidRDefault="000421F0" w:rsidP="00CE239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</w:rPr>
            </w:pPr>
            <w:r w:rsidRPr="00CE2397">
              <w:rPr>
                <w:rFonts w:ascii="Segoe UI Light" w:hAnsi="Segoe UI Light" w:cs="Segoe UI Light"/>
                <w:b w:val="0"/>
              </w:rPr>
              <w:t>impossible</w:t>
            </w:r>
          </w:p>
        </w:tc>
        <w:tc>
          <w:tcPr>
            <w:tcW w:w="2703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421F0" w:rsidRPr="00CE2397" w:rsidTr="00CE2397">
        <w:tc>
          <w:tcPr>
            <w:tcW w:w="2694" w:type="dxa"/>
          </w:tcPr>
          <w:p w:rsidR="000421F0" w:rsidRPr="00CE2397" w:rsidRDefault="000421F0" w:rsidP="00CE239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CE2397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irresponsible</w:t>
            </w:r>
          </w:p>
        </w:tc>
        <w:tc>
          <w:tcPr>
            <w:tcW w:w="2703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421F0" w:rsidRPr="00CE2397" w:rsidTr="00CE2397">
        <w:tc>
          <w:tcPr>
            <w:tcW w:w="2694" w:type="dxa"/>
          </w:tcPr>
          <w:p w:rsidR="000421F0" w:rsidRPr="00CE2397" w:rsidRDefault="000421F0" w:rsidP="00CE239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CE2397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submerge</w:t>
            </w:r>
          </w:p>
        </w:tc>
        <w:tc>
          <w:tcPr>
            <w:tcW w:w="2703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421F0" w:rsidRPr="00CE2397" w:rsidTr="00CE2397">
        <w:tc>
          <w:tcPr>
            <w:tcW w:w="2694" w:type="dxa"/>
          </w:tcPr>
          <w:p w:rsidR="000421F0" w:rsidRPr="00CE2397" w:rsidRDefault="000421F0" w:rsidP="00CE239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CE2397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superior</w:t>
            </w:r>
          </w:p>
        </w:tc>
        <w:tc>
          <w:tcPr>
            <w:tcW w:w="2703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421F0" w:rsidRPr="00CE2397" w:rsidTr="00CE2397">
        <w:tc>
          <w:tcPr>
            <w:tcW w:w="2694" w:type="dxa"/>
          </w:tcPr>
          <w:p w:rsidR="000421F0" w:rsidRPr="00CE2397" w:rsidRDefault="000421F0" w:rsidP="00CE239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CE2397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international</w:t>
            </w:r>
          </w:p>
        </w:tc>
        <w:tc>
          <w:tcPr>
            <w:tcW w:w="2703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0421F0" w:rsidRPr="00CE2397" w:rsidTr="00CE2397">
        <w:tc>
          <w:tcPr>
            <w:tcW w:w="2694" w:type="dxa"/>
          </w:tcPr>
          <w:p w:rsidR="000421F0" w:rsidRPr="00CE2397" w:rsidRDefault="000421F0" w:rsidP="00CE239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CE2397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autobiog</w:t>
            </w:r>
            <w:bookmarkStart w:id="0" w:name="_GoBack"/>
            <w:bookmarkEnd w:id="0"/>
            <w:r w:rsidRPr="00CE2397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raphy</w:t>
            </w:r>
          </w:p>
        </w:tc>
        <w:tc>
          <w:tcPr>
            <w:tcW w:w="2703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0421F0" w:rsidRPr="00CE2397" w:rsidRDefault="000421F0" w:rsidP="00CE2397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0421F0" w:rsidRPr="00F07B5A" w:rsidRDefault="000421F0">
      <w:pPr>
        <w:rPr>
          <w:rFonts w:ascii="Segoe UI Light" w:hAnsi="Segoe UI Light" w:cs="Segoe UI Light"/>
          <w:sz w:val="36"/>
          <w:szCs w:val="36"/>
        </w:rPr>
      </w:pPr>
    </w:p>
    <w:sectPr w:rsidR="000421F0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1F0" w:rsidRDefault="000421F0">
      <w:r>
        <w:separator/>
      </w:r>
    </w:p>
  </w:endnote>
  <w:endnote w:type="continuationSeparator" w:id="0">
    <w:p w:rsidR="000421F0" w:rsidRDefault="00042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1F0" w:rsidRPr="007B1928" w:rsidRDefault="000421F0" w:rsidP="008B5ABA">
    <w:pPr>
      <w:pStyle w:val="Footer"/>
      <w:rPr>
        <w:sz w:val="24"/>
        <w:szCs w:val="24"/>
      </w:rPr>
    </w:pPr>
    <w:r w:rsidRPr="007B1928">
      <w:rPr>
        <w:sz w:val="24"/>
        <w:szCs w:val="24"/>
      </w:rPr>
      <w:t>Swaffield Primary School 2014</w:t>
    </w:r>
  </w:p>
  <w:p w:rsidR="000421F0" w:rsidRDefault="000421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1F0" w:rsidRDefault="000421F0">
      <w:r>
        <w:separator/>
      </w:r>
    </w:p>
  </w:footnote>
  <w:footnote w:type="continuationSeparator" w:id="0">
    <w:p w:rsidR="000421F0" w:rsidRDefault="000421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421F0"/>
    <w:rsid w:val="000717F2"/>
    <w:rsid w:val="000A4078"/>
    <w:rsid w:val="000D68B6"/>
    <w:rsid w:val="0011235B"/>
    <w:rsid w:val="001822D1"/>
    <w:rsid w:val="001B1BB7"/>
    <w:rsid w:val="001D28B2"/>
    <w:rsid w:val="00231321"/>
    <w:rsid w:val="00235594"/>
    <w:rsid w:val="00253CB0"/>
    <w:rsid w:val="00264602"/>
    <w:rsid w:val="002913D2"/>
    <w:rsid w:val="002F2831"/>
    <w:rsid w:val="003068BA"/>
    <w:rsid w:val="003307A2"/>
    <w:rsid w:val="0034462B"/>
    <w:rsid w:val="003943D9"/>
    <w:rsid w:val="003A498D"/>
    <w:rsid w:val="003A7F62"/>
    <w:rsid w:val="0041764F"/>
    <w:rsid w:val="00420E7A"/>
    <w:rsid w:val="00451747"/>
    <w:rsid w:val="00462340"/>
    <w:rsid w:val="0047379F"/>
    <w:rsid w:val="00491D0B"/>
    <w:rsid w:val="00493A32"/>
    <w:rsid w:val="004A72FC"/>
    <w:rsid w:val="004D2482"/>
    <w:rsid w:val="00550399"/>
    <w:rsid w:val="005B06F6"/>
    <w:rsid w:val="005B35CD"/>
    <w:rsid w:val="005F2137"/>
    <w:rsid w:val="00607F53"/>
    <w:rsid w:val="00615DE4"/>
    <w:rsid w:val="00634FAB"/>
    <w:rsid w:val="00652B21"/>
    <w:rsid w:val="00655063"/>
    <w:rsid w:val="006912C6"/>
    <w:rsid w:val="006A2188"/>
    <w:rsid w:val="007606DF"/>
    <w:rsid w:val="00760AE0"/>
    <w:rsid w:val="00776EEF"/>
    <w:rsid w:val="00796625"/>
    <w:rsid w:val="007B1928"/>
    <w:rsid w:val="007B641D"/>
    <w:rsid w:val="00886C0C"/>
    <w:rsid w:val="008B1CED"/>
    <w:rsid w:val="008B3CA7"/>
    <w:rsid w:val="008B5ABA"/>
    <w:rsid w:val="008D72A7"/>
    <w:rsid w:val="008E2DF9"/>
    <w:rsid w:val="008F6B43"/>
    <w:rsid w:val="009C6766"/>
    <w:rsid w:val="00A806E2"/>
    <w:rsid w:val="00AD60DA"/>
    <w:rsid w:val="00AF56DC"/>
    <w:rsid w:val="00B31C91"/>
    <w:rsid w:val="00B47958"/>
    <w:rsid w:val="00B94746"/>
    <w:rsid w:val="00BA5A59"/>
    <w:rsid w:val="00C612DE"/>
    <w:rsid w:val="00C65D11"/>
    <w:rsid w:val="00C806C9"/>
    <w:rsid w:val="00C81C52"/>
    <w:rsid w:val="00CD1022"/>
    <w:rsid w:val="00CD7AFE"/>
    <w:rsid w:val="00CE0243"/>
    <w:rsid w:val="00CE2397"/>
    <w:rsid w:val="00CF4789"/>
    <w:rsid w:val="00CF7B1F"/>
    <w:rsid w:val="00D37ABB"/>
    <w:rsid w:val="00D60F4F"/>
    <w:rsid w:val="00DB3634"/>
    <w:rsid w:val="00DB6F33"/>
    <w:rsid w:val="00DC3EFD"/>
    <w:rsid w:val="00E036CD"/>
    <w:rsid w:val="00E2191B"/>
    <w:rsid w:val="00ED1D79"/>
    <w:rsid w:val="00EF44BD"/>
    <w:rsid w:val="00EF6473"/>
    <w:rsid w:val="00F07B5A"/>
    <w:rsid w:val="00F2332B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8B5AB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5641A"/>
    <w:rPr>
      <w:lang w:eastAsia="en-US"/>
    </w:rPr>
  </w:style>
  <w:style w:type="paragraph" w:styleId="Footer">
    <w:name w:val="footer"/>
    <w:basedOn w:val="Normal"/>
    <w:link w:val="FooterChar"/>
    <w:uiPriority w:val="99"/>
    <w:rsid w:val="008B5AB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5ABA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9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1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1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1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1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1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1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1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1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32</Words>
  <Characters>189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2013-12-08T12:46:00Z</dcterms:created>
  <dcterms:modified xsi:type="dcterms:W3CDTF">2014-07-09T13:15:00Z</dcterms:modified>
</cp:coreProperties>
</file>